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C9369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C9369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Δ4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C9369B" w:rsidRPr="00C9369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Ο2.Ε46 </w:t>
            </w:r>
            <w:bookmarkStart w:id="0" w:name="_GoBack"/>
            <w:bookmarkEnd w:id="0"/>
            <w:r w:rsidR="00C9369B" w:rsidRPr="00C9369B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Μονάδα Αποθήκευσης Τύπου 04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9369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DF25B3" w:rsidRDefault="00C9369B" w:rsidP="00C9369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ΕΣΩΤΕΡΙΚΟΣ SSD</w:t>
            </w:r>
          </w:p>
        </w:tc>
        <w:tc>
          <w:tcPr>
            <w:tcW w:w="1441" w:type="dxa"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9369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DF25B3" w:rsidRDefault="00C9369B" w:rsidP="00C9369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 SSD σε GB:1000</w:t>
            </w:r>
          </w:p>
        </w:tc>
        <w:tc>
          <w:tcPr>
            <w:tcW w:w="1441" w:type="dxa"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9369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DF25B3" w:rsidRDefault="00C9369B" w:rsidP="00C9369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Form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Factor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:2.5"</w:t>
            </w:r>
          </w:p>
        </w:tc>
        <w:tc>
          <w:tcPr>
            <w:tcW w:w="1441" w:type="dxa"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9369B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DF25B3" w:rsidRDefault="00C9369B" w:rsidP="00C9369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Interface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:SATA 3 6Gbps</w:t>
            </w:r>
          </w:p>
        </w:tc>
        <w:tc>
          <w:tcPr>
            <w:tcW w:w="1441" w:type="dxa"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9369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DF25B3" w:rsidRDefault="00C9369B" w:rsidP="00C9369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Sequential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Read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:560 MB/s</w:t>
            </w:r>
          </w:p>
        </w:tc>
        <w:tc>
          <w:tcPr>
            <w:tcW w:w="1441" w:type="dxa"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9369B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DF25B3" w:rsidRDefault="00C9369B" w:rsidP="00C9369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Sequential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Write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:530 MB/s</w:t>
            </w:r>
          </w:p>
        </w:tc>
        <w:tc>
          <w:tcPr>
            <w:tcW w:w="1441" w:type="dxa"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9369B" w:rsidRPr="00EF62A6" w:rsidTr="009A7FDD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DF25B3" w:rsidRDefault="00C9369B" w:rsidP="00C9369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TBW :600</w:t>
            </w:r>
          </w:p>
        </w:tc>
        <w:tc>
          <w:tcPr>
            <w:tcW w:w="1441" w:type="dxa"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 w:rsidRPr="00EF62A6">
              <w:rPr>
                <w:rFonts w:ascii="Arial" w:eastAsia="Times New Roman" w:hAnsi="Arial" w:cs="Arial"/>
                <w:color w:val="000000"/>
                <w:lang w:val="en-US" w:eastAsia="el-GR"/>
              </w:rPr>
              <w:t> </w:t>
            </w:r>
          </w:p>
        </w:tc>
      </w:tr>
      <w:tr w:rsidR="00C9369B" w:rsidRPr="00C9369B" w:rsidTr="009A7FDD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5019CC" w:rsidRDefault="00C9369B" w:rsidP="00C9369B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Επιπλέον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:Intelligent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TurboWrite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technology, V-NAND 3bit MLC NAND, MKX Controller, AES 256-bit Encryption support</w:t>
            </w:r>
          </w:p>
        </w:tc>
        <w:tc>
          <w:tcPr>
            <w:tcW w:w="1441" w:type="dxa"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</w:tr>
      <w:tr w:rsidR="00C9369B" w:rsidRPr="00EF62A6" w:rsidTr="003617D8">
        <w:trPr>
          <w:trHeight w:val="855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9369B" w:rsidRPr="00DF25B3" w:rsidRDefault="00C9369B" w:rsidP="00C9369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369B" w:rsidRPr="00DF25B3" w:rsidRDefault="00C9369B" w:rsidP="00C9369B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Προμηθευτή: 5 έτη</w:t>
            </w:r>
          </w:p>
        </w:tc>
        <w:tc>
          <w:tcPr>
            <w:tcW w:w="1441" w:type="dxa"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9369B" w:rsidRPr="00EF62A6" w:rsidRDefault="00C9369B" w:rsidP="00C9369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en-US"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633A63"/>
    <w:rsid w:val="00671793"/>
    <w:rsid w:val="00A40B4A"/>
    <w:rsid w:val="00C60E4A"/>
    <w:rsid w:val="00C9369B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3435C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76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2025-09-10T08:15:00Z</dcterms:created>
  <dcterms:modified xsi:type="dcterms:W3CDTF">2025-09-10T08:15:00Z</dcterms:modified>
</cp:coreProperties>
</file>